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5A0" w:rsidRDefault="005955A0" w:rsidP="005A3B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На основу чл. 21.ст. 1. Закона о јавним предузећима („Службени гласник РС“, број 15/16), чл. 28,29,30 и 31 Одлуке о усклађивању пословања ЈКП „ Комрад““ Врање са Законом о јавним предузећима („Службени гласник  града Врања“, број 27/16) и чл. 32.ст. 1. тач. 10) Статута града Врања („Службени гласник града Врања“, број 3/17-пречишћен текст и 8/17), Скупштина града Врања, на седници одржаној дана 01.03.2018. године, донела је</w:t>
      </w:r>
    </w:p>
    <w:p w:rsidR="005955A0" w:rsidRDefault="005955A0" w:rsidP="005A3BE8">
      <w:pPr>
        <w:jc w:val="both"/>
        <w:rPr>
          <w:rFonts w:ascii="Arial" w:hAnsi="Arial" w:cs="Arial"/>
        </w:rPr>
      </w:pPr>
    </w:p>
    <w:p w:rsidR="005955A0" w:rsidRDefault="005955A0" w:rsidP="005A3BE8">
      <w:pPr>
        <w:jc w:val="both"/>
        <w:rPr>
          <w:rFonts w:ascii="Arial" w:hAnsi="Arial" w:cs="Arial"/>
        </w:rPr>
      </w:pPr>
    </w:p>
    <w:p w:rsidR="005955A0" w:rsidRDefault="005955A0" w:rsidP="005A3BE8">
      <w:pPr>
        <w:jc w:val="both"/>
        <w:rPr>
          <w:rFonts w:ascii="Arial" w:hAnsi="Arial" w:cs="Arial"/>
        </w:rPr>
      </w:pPr>
    </w:p>
    <w:p w:rsidR="005955A0" w:rsidRPr="0013415B" w:rsidRDefault="005955A0" w:rsidP="005A3BE8">
      <w:pPr>
        <w:jc w:val="both"/>
        <w:rPr>
          <w:rFonts w:ascii="Arial" w:hAnsi="Arial" w:cs="Arial"/>
        </w:rPr>
      </w:pPr>
    </w:p>
    <w:p w:rsidR="005955A0" w:rsidRDefault="005955A0" w:rsidP="005A3B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  Е  Ш  Е  Њ  Е</w:t>
      </w:r>
    </w:p>
    <w:p w:rsidR="005955A0" w:rsidRPr="00812060" w:rsidRDefault="005955A0" w:rsidP="008120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О РАЗРЕШЕЊУ ЧЛАНА НАДЗОРНОГ ОДБОРА</w:t>
      </w:r>
    </w:p>
    <w:p w:rsidR="005955A0" w:rsidRPr="00B501BB" w:rsidRDefault="005955A0" w:rsidP="005A3B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ЈКП“ КОМРАД“ ВРАЊЕ</w:t>
      </w:r>
    </w:p>
    <w:p w:rsidR="005955A0" w:rsidRDefault="005955A0" w:rsidP="005A3BE8">
      <w:pPr>
        <w:jc w:val="center"/>
        <w:rPr>
          <w:rFonts w:ascii="Arial" w:hAnsi="Arial" w:cs="Arial"/>
          <w:b/>
        </w:rPr>
      </w:pPr>
    </w:p>
    <w:p w:rsidR="005955A0" w:rsidRDefault="005955A0" w:rsidP="005A3B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</w:p>
    <w:p w:rsidR="005955A0" w:rsidRPr="0013415B" w:rsidRDefault="005955A0" w:rsidP="0013415B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ab/>
      </w:r>
      <w:r w:rsidRPr="0013415B">
        <w:rPr>
          <w:rFonts w:ascii="Arial" w:hAnsi="Arial" w:cs="Arial"/>
          <w:b/>
          <w:lang w:val="sr-Cyrl-CS"/>
        </w:rPr>
        <w:t>РАЗРЕШАВА СЕ</w:t>
      </w:r>
      <w:r>
        <w:rPr>
          <w:rFonts w:ascii="Arial" w:hAnsi="Arial" w:cs="Arial"/>
          <w:lang w:val="sr-Cyrl-CS"/>
        </w:rPr>
        <w:t xml:space="preserve"> Славко Николић, дипл.економиста из Врања, представник локалне самоуправе функције члана надзорног одбора</w:t>
      </w:r>
      <w:r>
        <w:rPr>
          <w:rFonts w:ascii="Arial" w:hAnsi="Arial" w:cs="Arial"/>
        </w:rPr>
        <w:t xml:space="preserve"> ЈКП „ Комрад“ Врање</w:t>
      </w:r>
      <w:r>
        <w:rPr>
          <w:rFonts w:ascii="Arial" w:hAnsi="Arial" w:cs="Arial"/>
          <w:lang w:val="sr-Cyrl-CS"/>
        </w:rPr>
        <w:t>, пре истека времена на које је именован</w:t>
      </w:r>
      <w:r>
        <w:rPr>
          <w:rFonts w:ascii="Arial" w:hAnsi="Arial" w:cs="Arial"/>
        </w:rPr>
        <w:t>.</w:t>
      </w:r>
    </w:p>
    <w:p w:rsidR="005955A0" w:rsidRDefault="005955A0" w:rsidP="005A3BE8">
      <w:pPr>
        <w:jc w:val="center"/>
        <w:rPr>
          <w:rFonts w:ascii="Arial" w:hAnsi="Arial" w:cs="Arial"/>
          <w:b/>
          <w:lang w:val="sr-Latn-CS"/>
        </w:rPr>
      </w:pPr>
    </w:p>
    <w:p w:rsidR="005955A0" w:rsidRDefault="005955A0" w:rsidP="005A3BE8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Latn-CS"/>
        </w:rPr>
        <w:t>II</w:t>
      </w:r>
    </w:p>
    <w:p w:rsidR="005955A0" w:rsidRPr="0013415B" w:rsidRDefault="005955A0" w:rsidP="0013415B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ab/>
      </w:r>
    </w:p>
    <w:p w:rsidR="005955A0" w:rsidRPr="0013415B" w:rsidRDefault="005955A0" w:rsidP="0013415B">
      <w:pPr>
        <w:rPr>
          <w:rFonts w:ascii="Arial" w:hAnsi="Arial" w:cs="Arial"/>
          <w:b/>
        </w:rPr>
      </w:pPr>
    </w:p>
    <w:p w:rsidR="005955A0" w:rsidRDefault="005955A0" w:rsidP="005A3BE8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  <w:t>Решење  ступа на снагу даном доношења.</w:t>
      </w:r>
    </w:p>
    <w:p w:rsidR="005955A0" w:rsidRDefault="005955A0" w:rsidP="005A3BE8">
      <w:pPr>
        <w:jc w:val="both"/>
        <w:rPr>
          <w:rFonts w:ascii="Arial" w:hAnsi="Arial" w:cs="Arial"/>
          <w:lang w:val="sr-Cyrl-CS"/>
        </w:rPr>
      </w:pPr>
    </w:p>
    <w:p w:rsidR="005955A0" w:rsidRPr="0013415B" w:rsidRDefault="005955A0" w:rsidP="005A3B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lang w:val="sr-Latn-CS"/>
        </w:rPr>
        <w:t>I</w:t>
      </w:r>
      <w:r>
        <w:rPr>
          <w:rFonts w:ascii="Arial" w:hAnsi="Arial" w:cs="Arial"/>
          <w:b/>
        </w:rPr>
        <w:t>II</w:t>
      </w:r>
    </w:p>
    <w:p w:rsidR="005955A0" w:rsidRPr="0013415B" w:rsidRDefault="005955A0" w:rsidP="005A3BE8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ab/>
        <w:t>Решење  објавити у „Службеном гласнику  града Врања</w:t>
      </w:r>
      <w:r>
        <w:rPr>
          <w:rFonts w:ascii="Arial" w:hAnsi="Arial" w:cs="Arial"/>
        </w:rPr>
        <w:t>.</w:t>
      </w:r>
    </w:p>
    <w:p w:rsidR="005955A0" w:rsidRDefault="005955A0" w:rsidP="005A3BE8">
      <w:pPr>
        <w:jc w:val="both"/>
        <w:rPr>
          <w:rFonts w:ascii="Arial" w:hAnsi="Arial" w:cs="Arial"/>
          <w:b/>
        </w:rPr>
      </w:pPr>
    </w:p>
    <w:p w:rsidR="005955A0" w:rsidRDefault="005955A0" w:rsidP="005A3BE8">
      <w:pPr>
        <w:jc w:val="both"/>
        <w:rPr>
          <w:rFonts w:ascii="Arial" w:hAnsi="Arial" w:cs="Arial"/>
          <w:b/>
        </w:rPr>
      </w:pPr>
    </w:p>
    <w:p w:rsidR="005955A0" w:rsidRDefault="005955A0" w:rsidP="005A3BE8">
      <w:pPr>
        <w:jc w:val="both"/>
        <w:rPr>
          <w:rFonts w:ascii="Arial" w:hAnsi="Arial" w:cs="Arial"/>
          <w:b/>
        </w:rPr>
      </w:pPr>
    </w:p>
    <w:p w:rsidR="005955A0" w:rsidRDefault="005955A0" w:rsidP="005A3BE8">
      <w:pPr>
        <w:jc w:val="both"/>
        <w:rPr>
          <w:rFonts w:ascii="Arial" w:hAnsi="Arial" w:cs="Arial"/>
          <w:b/>
        </w:rPr>
      </w:pPr>
    </w:p>
    <w:p w:rsidR="005955A0" w:rsidRPr="0013415B" w:rsidRDefault="005955A0" w:rsidP="005A3BE8">
      <w:pPr>
        <w:jc w:val="both"/>
        <w:rPr>
          <w:rFonts w:ascii="Arial" w:hAnsi="Arial" w:cs="Arial"/>
          <w:b/>
        </w:rPr>
      </w:pPr>
    </w:p>
    <w:p w:rsidR="005955A0" w:rsidRPr="0013415B" w:rsidRDefault="005955A0" w:rsidP="0013415B">
      <w:pPr>
        <w:tabs>
          <w:tab w:val="left" w:pos="5535"/>
        </w:tabs>
        <w:jc w:val="center"/>
        <w:rPr>
          <w:b/>
          <w:sz w:val="24"/>
          <w:szCs w:val="24"/>
        </w:rPr>
      </w:pPr>
      <w:r w:rsidRPr="0013415B">
        <w:rPr>
          <w:b/>
          <w:sz w:val="24"/>
          <w:szCs w:val="24"/>
        </w:rPr>
        <w:t>СКУПШТИНА ГРАДА ВРАЊА</w:t>
      </w:r>
    </w:p>
    <w:p w:rsidR="005955A0" w:rsidRPr="0013415B" w:rsidRDefault="005955A0" w:rsidP="0013415B">
      <w:pPr>
        <w:tabs>
          <w:tab w:val="left" w:pos="55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01.03.2018.године, бр.02-41/2018-10</w:t>
      </w:r>
    </w:p>
    <w:p w:rsidR="005955A0" w:rsidRPr="0013415B" w:rsidRDefault="005955A0" w:rsidP="0013415B">
      <w:pPr>
        <w:tabs>
          <w:tab w:val="left" w:pos="5535"/>
        </w:tabs>
        <w:jc w:val="center"/>
        <w:rPr>
          <w:b/>
          <w:sz w:val="24"/>
          <w:szCs w:val="24"/>
        </w:rPr>
      </w:pPr>
    </w:p>
    <w:p w:rsidR="005955A0" w:rsidRPr="0013415B" w:rsidRDefault="005955A0" w:rsidP="0013415B">
      <w:pPr>
        <w:tabs>
          <w:tab w:val="left" w:pos="55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</w:t>
      </w:r>
      <w:r w:rsidRPr="0013415B">
        <w:rPr>
          <w:b/>
          <w:sz w:val="24"/>
          <w:szCs w:val="24"/>
        </w:rPr>
        <w:t>ПРЕДСЕДНИК СКУПШТИНЕ ГРАДА</w:t>
      </w:r>
    </w:p>
    <w:p w:rsidR="005955A0" w:rsidRPr="0013415B" w:rsidRDefault="005955A0" w:rsidP="0013415B">
      <w:pPr>
        <w:tabs>
          <w:tab w:val="left" w:pos="55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</w:t>
      </w:r>
      <w:r w:rsidRPr="0013415B">
        <w:rPr>
          <w:b/>
          <w:sz w:val="24"/>
          <w:szCs w:val="24"/>
        </w:rPr>
        <w:t>Дејан Тричковић, спец.двм</w:t>
      </w:r>
    </w:p>
    <w:p w:rsidR="005955A0" w:rsidRPr="0013415B" w:rsidRDefault="005955A0" w:rsidP="005A3BE8">
      <w:pPr>
        <w:jc w:val="both"/>
        <w:rPr>
          <w:rFonts w:ascii="Arial" w:hAnsi="Arial" w:cs="Arial"/>
          <w:b/>
          <w:sz w:val="24"/>
          <w:szCs w:val="24"/>
        </w:rPr>
      </w:pPr>
    </w:p>
    <w:p w:rsidR="005955A0" w:rsidRDefault="005955A0" w:rsidP="005A3BE8">
      <w:pPr>
        <w:jc w:val="both"/>
        <w:rPr>
          <w:rFonts w:ascii="Arial" w:hAnsi="Arial" w:cs="Arial"/>
          <w:b/>
        </w:rPr>
      </w:pPr>
    </w:p>
    <w:p w:rsidR="005955A0" w:rsidRDefault="005955A0" w:rsidP="005A3BE8">
      <w:pPr>
        <w:jc w:val="both"/>
        <w:rPr>
          <w:rFonts w:ascii="Arial" w:hAnsi="Arial" w:cs="Arial"/>
          <w:b/>
        </w:rPr>
      </w:pPr>
    </w:p>
    <w:p w:rsidR="005955A0" w:rsidRDefault="005955A0" w:rsidP="005A3BE8">
      <w:pPr>
        <w:jc w:val="both"/>
        <w:rPr>
          <w:rFonts w:ascii="Arial" w:hAnsi="Arial" w:cs="Arial"/>
          <w:b/>
        </w:rPr>
      </w:pPr>
    </w:p>
    <w:p w:rsidR="005955A0" w:rsidRPr="0013415B" w:rsidRDefault="005955A0" w:rsidP="005A3BE8">
      <w:pPr>
        <w:jc w:val="both"/>
        <w:rPr>
          <w:rFonts w:ascii="Arial" w:hAnsi="Arial" w:cs="Arial"/>
          <w:b/>
        </w:rPr>
      </w:pPr>
    </w:p>
    <w:p w:rsidR="005955A0" w:rsidRDefault="005955A0" w:rsidP="005A3BE8">
      <w:pPr>
        <w:jc w:val="both"/>
        <w:rPr>
          <w:rFonts w:ascii="Arial" w:hAnsi="Arial" w:cs="Arial"/>
          <w:b/>
        </w:rPr>
      </w:pPr>
    </w:p>
    <w:p w:rsidR="005955A0" w:rsidRPr="0013415B" w:rsidRDefault="005955A0" w:rsidP="005A3BE8">
      <w:pPr>
        <w:jc w:val="both"/>
        <w:rPr>
          <w:rFonts w:ascii="Arial" w:hAnsi="Arial" w:cs="Arial"/>
          <w:b/>
        </w:rPr>
      </w:pPr>
    </w:p>
    <w:p w:rsidR="005955A0" w:rsidRPr="00B62FC5" w:rsidRDefault="005955A0" w:rsidP="005A3BE8">
      <w:pPr>
        <w:rPr>
          <w:rFonts w:ascii="Arial" w:hAnsi="Arial" w:cs="Arial"/>
        </w:rPr>
      </w:pPr>
    </w:p>
    <w:p w:rsidR="005955A0" w:rsidRDefault="005955A0" w:rsidP="005A3BE8">
      <w:pPr>
        <w:jc w:val="center"/>
        <w:rPr>
          <w:rFonts w:ascii="Arial" w:hAnsi="Arial" w:cs="Arial"/>
          <w:lang w:val="sr-Cyrl-CS"/>
        </w:rPr>
      </w:pPr>
    </w:p>
    <w:p w:rsidR="005955A0" w:rsidRDefault="005955A0" w:rsidP="005A3BE8">
      <w:pPr>
        <w:jc w:val="center"/>
        <w:rPr>
          <w:rFonts w:ascii="Arial" w:hAnsi="Arial" w:cs="Arial"/>
          <w:lang w:val="sr-Cyrl-CS"/>
        </w:rPr>
      </w:pPr>
    </w:p>
    <w:p w:rsidR="005955A0" w:rsidRDefault="005955A0" w:rsidP="00405D77">
      <w:pPr>
        <w:jc w:val="both"/>
      </w:pPr>
      <w:r>
        <w:t xml:space="preserve"> </w:t>
      </w:r>
    </w:p>
    <w:p w:rsidR="005955A0" w:rsidRDefault="005955A0" w:rsidP="00405D77">
      <w:pPr>
        <w:jc w:val="both"/>
      </w:pPr>
    </w:p>
    <w:p w:rsidR="005955A0" w:rsidRDefault="005955A0" w:rsidP="00405D77">
      <w:pPr>
        <w:jc w:val="both"/>
      </w:pPr>
    </w:p>
    <w:p w:rsidR="005955A0" w:rsidRDefault="005955A0" w:rsidP="00405D77">
      <w:pPr>
        <w:jc w:val="both"/>
      </w:pPr>
    </w:p>
    <w:p w:rsidR="005955A0" w:rsidRDefault="005955A0" w:rsidP="00405D77">
      <w:pPr>
        <w:jc w:val="both"/>
      </w:pPr>
    </w:p>
    <w:p w:rsidR="005955A0" w:rsidRDefault="005955A0" w:rsidP="007528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На основу чл. 16.ст. 2, чл. 17.ст. 3, чл. 18.ст. 1, чл. 20 и чл. 21.ст. 1. Закона о јавним предузећима („Службени гласник РС“, број 15/16), чл. 28, чл. 29, чл. 30 и чл. 31. Одлуке о усклађивању пословања ЈКП „ Комрад“ Врање са Законом о јавним предузећима („Службени гласник РС“, број 27/16 и 35/16-исп.) и чл. 32.ст. 1. тач. 10) Статута града Врања („Службени гласник града Врања“, број 3/17-пречишћен текст и 8/17 и 27/17), Скупштина града Врања, на седници одржаној 01.03.2018.године, донела је</w:t>
      </w:r>
    </w:p>
    <w:p w:rsidR="005955A0" w:rsidRDefault="005955A0" w:rsidP="007528C7">
      <w:pPr>
        <w:rPr>
          <w:rFonts w:ascii="Arial" w:hAnsi="Arial" w:cs="Arial"/>
        </w:rPr>
      </w:pPr>
    </w:p>
    <w:p w:rsidR="005955A0" w:rsidRDefault="005955A0" w:rsidP="007528C7">
      <w:pPr>
        <w:rPr>
          <w:rFonts w:ascii="Arial" w:hAnsi="Arial" w:cs="Arial"/>
        </w:rPr>
      </w:pPr>
    </w:p>
    <w:p w:rsidR="005955A0" w:rsidRDefault="005955A0" w:rsidP="007528C7">
      <w:pPr>
        <w:jc w:val="center"/>
        <w:rPr>
          <w:rFonts w:ascii="Arial" w:hAnsi="Arial" w:cs="Arial"/>
          <w:b/>
        </w:rPr>
      </w:pPr>
    </w:p>
    <w:p w:rsidR="005955A0" w:rsidRPr="00AC6CCB" w:rsidRDefault="005955A0" w:rsidP="007528C7">
      <w:pPr>
        <w:jc w:val="center"/>
        <w:rPr>
          <w:rFonts w:ascii="Arial" w:hAnsi="Arial" w:cs="Arial"/>
          <w:b/>
        </w:rPr>
      </w:pPr>
    </w:p>
    <w:p w:rsidR="005955A0" w:rsidRDefault="005955A0" w:rsidP="007528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  Е  Ш  Е  Њ  Е</w:t>
      </w:r>
    </w:p>
    <w:p w:rsidR="005955A0" w:rsidRPr="00812060" w:rsidRDefault="005955A0" w:rsidP="007528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О ИЗМЕНИ РЕШЕЊА</w:t>
      </w:r>
    </w:p>
    <w:p w:rsidR="005955A0" w:rsidRDefault="005955A0" w:rsidP="007528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ИМЕНОВАЊУ ПРЕДСЕДНИКА И ЧЛАНОВА</w:t>
      </w:r>
    </w:p>
    <w:p w:rsidR="005955A0" w:rsidRDefault="005955A0" w:rsidP="007528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НАДЗОРНОГ ОДБОРА ЈАВНОГ КОМУНАЛНОГ  ПРЕДУЗЕЋА</w:t>
      </w:r>
    </w:p>
    <w:p w:rsidR="005955A0" w:rsidRPr="00997BAA" w:rsidRDefault="005955A0" w:rsidP="007528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„КОМРАД“ ВРАЊЕ</w:t>
      </w:r>
    </w:p>
    <w:p w:rsidR="005955A0" w:rsidRDefault="005955A0" w:rsidP="007528C7">
      <w:pPr>
        <w:rPr>
          <w:rFonts w:ascii="Arial" w:hAnsi="Arial" w:cs="Arial"/>
        </w:rPr>
      </w:pPr>
    </w:p>
    <w:p w:rsidR="005955A0" w:rsidRDefault="005955A0" w:rsidP="007528C7">
      <w:pPr>
        <w:rPr>
          <w:rFonts w:ascii="Arial" w:hAnsi="Arial" w:cs="Arial"/>
        </w:rPr>
      </w:pPr>
    </w:p>
    <w:p w:rsidR="005955A0" w:rsidRDefault="005955A0" w:rsidP="007528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</w:p>
    <w:p w:rsidR="005955A0" w:rsidRDefault="005955A0" w:rsidP="000243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955A0" w:rsidRPr="00AC6CCB" w:rsidRDefault="005955A0" w:rsidP="000243F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  <w:t xml:space="preserve">ИМЕНУЈЕ СЕ  </w:t>
      </w:r>
      <w:r>
        <w:rPr>
          <w:rFonts w:ascii="Arial" w:hAnsi="Arial" w:cs="Arial"/>
        </w:rPr>
        <w:t>мр. Драгиша Николић из Врања, ул. Трг Братства и јединства бр. 27/9 за члана надзорног одбора ЈКП“ Комрад“ Врање из реда представника локалне самоуправе..</w:t>
      </w:r>
    </w:p>
    <w:p w:rsidR="005955A0" w:rsidRDefault="005955A0" w:rsidP="007528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</w:t>
      </w:r>
    </w:p>
    <w:p w:rsidR="005955A0" w:rsidRPr="00AC6CCB" w:rsidRDefault="005955A0" w:rsidP="007528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Мандат члана надзорног одбора траје до истека мандата  чланова надзорног одбора ЈКП „ Комрад“ Врање, одређен решењем Скупштине града Врања бр.02-145/2017-10 од 19.07.2017. године.</w:t>
      </w:r>
    </w:p>
    <w:p w:rsidR="005955A0" w:rsidRDefault="005955A0" w:rsidP="007528C7">
      <w:pPr>
        <w:jc w:val="center"/>
        <w:rPr>
          <w:rFonts w:ascii="Arial" w:hAnsi="Arial" w:cs="Arial"/>
          <w:b/>
        </w:rPr>
      </w:pPr>
    </w:p>
    <w:p w:rsidR="005955A0" w:rsidRDefault="005955A0" w:rsidP="007528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</w:t>
      </w:r>
    </w:p>
    <w:p w:rsidR="005955A0" w:rsidRDefault="005955A0" w:rsidP="007528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Решење ступа на снагу даном доношења.</w:t>
      </w:r>
    </w:p>
    <w:p w:rsidR="005955A0" w:rsidRDefault="005955A0" w:rsidP="007528C7">
      <w:pPr>
        <w:jc w:val="center"/>
        <w:rPr>
          <w:rFonts w:ascii="Arial" w:hAnsi="Arial" w:cs="Arial"/>
          <w:b/>
        </w:rPr>
      </w:pPr>
    </w:p>
    <w:p w:rsidR="005955A0" w:rsidRDefault="005955A0" w:rsidP="007528C7">
      <w:pPr>
        <w:rPr>
          <w:rFonts w:ascii="Arial" w:hAnsi="Arial" w:cs="Arial"/>
          <w:b/>
        </w:rPr>
      </w:pPr>
    </w:p>
    <w:p w:rsidR="005955A0" w:rsidRDefault="005955A0" w:rsidP="007528C7">
      <w:pPr>
        <w:jc w:val="center"/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Latn-CS"/>
        </w:rPr>
        <w:t>IV</w:t>
      </w:r>
    </w:p>
    <w:p w:rsidR="005955A0" w:rsidRDefault="005955A0" w:rsidP="007528C7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  <w:t>Решење  објавити у „Службеном гласнику  града Врања“.</w:t>
      </w:r>
    </w:p>
    <w:p w:rsidR="005955A0" w:rsidRDefault="005955A0" w:rsidP="007528C7">
      <w:pPr>
        <w:jc w:val="center"/>
        <w:rPr>
          <w:rFonts w:ascii="Arial" w:hAnsi="Arial" w:cs="Arial"/>
          <w:lang w:val="sr-Cyrl-CS"/>
        </w:rPr>
      </w:pPr>
    </w:p>
    <w:p w:rsidR="005955A0" w:rsidRDefault="005955A0" w:rsidP="007528C7">
      <w:pPr>
        <w:jc w:val="center"/>
        <w:rPr>
          <w:rFonts w:ascii="Arial" w:hAnsi="Arial" w:cs="Arial"/>
          <w:lang w:val="sr-Cyrl-CS"/>
        </w:rPr>
      </w:pPr>
    </w:p>
    <w:p w:rsidR="005955A0" w:rsidRDefault="005955A0" w:rsidP="007528C7">
      <w:pPr>
        <w:jc w:val="center"/>
        <w:rPr>
          <w:rFonts w:ascii="Arial" w:hAnsi="Arial" w:cs="Arial"/>
          <w:lang w:val="sr-Cyrl-CS"/>
        </w:rPr>
      </w:pPr>
    </w:p>
    <w:p w:rsidR="005955A0" w:rsidRDefault="005955A0" w:rsidP="007528C7">
      <w:pPr>
        <w:rPr>
          <w:rFonts w:ascii="Arial" w:hAnsi="Arial" w:cs="Arial"/>
          <w:b/>
        </w:rPr>
      </w:pPr>
    </w:p>
    <w:p w:rsidR="005955A0" w:rsidRPr="00AC6CCB" w:rsidRDefault="005955A0" w:rsidP="007528C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CS"/>
        </w:rPr>
        <w:t xml:space="preserve">                                                   </w:t>
      </w:r>
    </w:p>
    <w:p w:rsidR="005955A0" w:rsidRPr="009970E1" w:rsidRDefault="005955A0" w:rsidP="007528C7">
      <w:pPr>
        <w:tabs>
          <w:tab w:val="left" w:pos="5535"/>
        </w:tabs>
        <w:jc w:val="center"/>
      </w:pPr>
      <w:r w:rsidRPr="009970E1">
        <w:rPr>
          <w:b/>
          <w:sz w:val="24"/>
          <w:szCs w:val="24"/>
        </w:rPr>
        <w:t>СКУПШТИНА ГРАДА ВРАЊА</w:t>
      </w:r>
    </w:p>
    <w:p w:rsidR="005955A0" w:rsidRPr="009970E1" w:rsidRDefault="005955A0" w:rsidP="007528C7">
      <w:pPr>
        <w:tabs>
          <w:tab w:val="left" w:pos="55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01.03.2018.године, бр.02-42/2018-10</w:t>
      </w:r>
    </w:p>
    <w:p w:rsidR="005955A0" w:rsidRPr="009970E1" w:rsidRDefault="005955A0" w:rsidP="007528C7">
      <w:pPr>
        <w:tabs>
          <w:tab w:val="left" w:pos="5535"/>
        </w:tabs>
        <w:jc w:val="center"/>
        <w:rPr>
          <w:b/>
          <w:sz w:val="24"/>
          <w:szCs w:val="24"/>
        </w:rPr>
      </w:pPr>
    </w:p>
    <w:p w:rsidR="005955A0" w:rsidRPr="009970E1" w:rsidRDefault="005955A0" w:rsidP="007528C7">
      <w:pPr>
        <w:tabs>
          <w:tab w:val="left" w:pos="55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</w:t>
      </w:r>
      <w:r w:rsidRPr="009970E1">
        <w:rPr>
          <w:b/>
          <w:sz w:val="24"/>
          <w:szCs w:val="24"/>
        </w:rPr>
        <w:t>ПРЕДСЕДНИК СКУПШТИНЕ ГРАДА</w:t>
      </w:r>
    </w:p>
    <w:p w:rsidR="005955A0" w:rsidRPr="009970E1" w:rsidRDefault="005955A0" w:rsidP="007528C7">
      <w:pPr>
        <w:tabs>
          <w:tab w:val="left" w:pos="55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</w:t>
      </w:r>
      <w:r w:rsidRPr="009970E1">
        <w:rPr>
          <w:b/>
          <w:sz w:val="24"/>
          <w:szCs w:val="24"/>
        </w:rPr>
        <w:t>Дејан Тричковић, спец.двм</w:t>
      </w:r>
    </w:p>
    <w:p w:rsidR="005955A0" w:rsidRPr="009970E1" w:rsidRDefault="005955A0" w:rsidP="007528C7">
      <w:pPr>
        <w:rPr>
          <w:rFonts w:ascii="Arial" w:hAnsi="Arial" w:cs="Arial"/>
          <w:sz w:val="24"/>
          <w:szCs w:val="24"/>
        </w:rPr>
      </w:pPr>
    </w:p>
    <w:p w:rsidR="005955A0" w:rsidRDefault="005955A0" w:rsidP="00405D77">
      <w:pPr>
        <w:jc w:val="both"/>
      </w:pPr>
    </w:p>
    <w:p w:rsidR="005955A0" w:rsidRDefault="005955A0" w:rsidP="00405D77">
      <w:pPr>
        <w:jc w:val="both"/>
      </w:pPr>
    </w:p>
    <w:p w:rsidR="005955A0" w:rsidRDefault="005955A0" w:rsidP="00405D77">
      <w:pPr>
        <w:jc w:val="both"/>
      </w:pPr>
    </w:p>
    <w:p w:rsidR="005955A0" w:rsidRDefault="005955A0" w:rsidP="00405D77">
      <w:pPr>
        <w:jc w:val="both"/>
      </w:pPr>
    </w:p>
    <w:p w:rsidR="005955A0" w:rsidRDefault="005955A0" w:rsidP="00405D77">
      <w:pPr>
        <w:jc w:val="both"/>
      </w:pPr>
    </w:p>
    <w:p w:rsidR="005955A0" w:rsidRDefault="005955A0" w:rsidP="00405D77">
      <w:pPr>
        <w:jc w:val="both"/>
      </w:pPr>
    </w:p>
    <w:p w:rsidR="005955A0" w:rsidRDefault="005955A0" w:rsidP="00405D77">
      <w:pPr>
        <w:jc w:val="both"/>
      </w:pPr>
    </w:p>
    <w:p w:rsidR="005955A0" w:rsidRDefault="005955A0" w:rsidP="00BC39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На основу чл. 21.ст. 1. Закона о јавним предузећима („Службени гласник РС“, број 15/16), чл. 28,29,30 и 31 Одлуке о усклађивању пословања Јавног предузећа „Завод за урбанизам“ Врање са Законом о јавним предузећима („Службени гласник  града Врања“, број 27/16) и чл. 32.ст. 1. тач. 10) Статута града Врања („Службени гласник града Врања“, број 3/17-пречишћен текст и 8/17 и 27/17), Скупштина града Врања, на седници одржаној дана 01.03..2018. године, донела је</w:t>
      </w:r>
    </w:p>
    <w:p w:rsidR="005955A0" w:rsidRDefault="005955A0" w:rsidP="00BC39D5">
      <w:pPr>
        <w:jc w:val="both"/>
        <w:rPr>
          <w:rFonts w:ascii="Arial" w:hAnsi="Arial" w:cs="Arial"/>
        </w:rPr>
      </w:pPr>
    </w:p>
    <w:p w:rsidR="005955A0" w:rsidRDefault="005955A0" w:rsidP="00BC39D5">
      <w:pPr>
        <w:jc w:val="both"/>
        <w:rPr>
          <w:rFonts w:ascii="Arial" w:hAnsi="Arial" w:cs="Arial"/>
        </w:rPr>
      </w:pPr>
    </w:p>
    <w:p w:rsidR="005955A0" w:rsidRDefault="005955A0" w:rsidP="00BC39D5">
      <w:pPr>
        <w:jc w:val="both"/>
        <w:rPr>
          <w:rFonts w:ascii="Arial" w:hAnsi="Arial" w:cs="Arial"/>
        </w:rPr>
      </w:pPr>
    </w:p>
    <w:p w:rsidR="005955A0" w:rsidRPr="0013415B" w:rsidRDefault="005955A0" w:rsidP="00BC39D5">
      <w:pPr>
        <w:jc w:val="both"/>
        <w:rPr>
          <w:rFonts w:ascii="Arial" w:hAnsi="Arial" w:cs="Arial"/>
        </w:rPr>
      </w:pPr>
    </w:p>
    <w:p w:rsidR="005955A0" w:rsidRDefault="005955A0" w:rsidP="00BC39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  Е  Ш  Е  Њ  Е</w:t>
      </w:r>
    </w:p>
    <w:p w:rsidR="005955A0" w:rsidRPr="00812060" w:rsidRDefault="005955A0" w:rsidP="00BC39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О РАЗРЕШЕЊУ ЧЛАНА НАДЗОРНОГ ОДБОРА</w:t>
      </w:r>
    </w:p>
    <w:p w:rsidR="005955A0" w:rsidRPr="00B501BB" w:rsidRDefault="005955A0" w:rsidP="00BC39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ЈП“ ЗАВОД ЗА УРБАНИЗАМ“ ВРАЊЕ</w:t>
      </w:r>
    </w:p>
    <w:p w:rsidR="005955A0" w:rsidRDefault="005955A0" w:rsidP="00BC39D5">
      <w:pPr>
        <w:jc w:val="center"/>
        <w:rPr>
          <w:rFonts w:ascii="Arial" w:hAnsi="Arial" w:cs="Arial"/>
          <w:b/>
        </w:rPr>
      </w:pPr>
    </w:p>
    <w:p w:rsidR="005955A0" w:rsidRDefault="005955A0" w:rsidP="00BC39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</w:p>
    <w:p w:rsidR="005955A0" w:rsidRPr="0013415B" w:rsidRDefault="005955A0" w:rsidP="00BC39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ab/>
      </w:r>
      <w:r w:rsidRPr="0013415B">
        <w:rPr>
          <w:rFonts w:ascii="Arial" w:hAnsi="Arial" w:cs="Arial"/>
          <w:b/>
          <w:lang w:val="sr-Cyrl-CS"/>
        </w:rPr>
        <w:t>РАЗРЕШАВА СЕ</w:t>
      </w:r>
      <w:r>
        <w:rPr>
          <w:rFonts w:ascii="Arial" w:hAnsi="Arial" w:cs="Arial"/>
          <w:lang w:val="sr-Cyrl-CS"/>
        </w:rPr>
        <w:t xml:space="preserve"> Горан Костић, дипл.инг.електротехнике из Врања, представник локалне самоуправе функције члана надзорног одбора</w:t>
      </w:r>
      <w:r>
        <w:rPr>
          <w:rFonts w:ascii="Arial" w:hAnsi="Arial" w:cs="Arial"/>
        </w:rPr>
        <w:t xml:space="preserve"> ЈП „ Завод за урбанизам“ Врање</w:t>
      </w:r>
      <w:r>
        <w:rPr>
          <w:rFonts w:ascii="Arial" w:hAnsi="Arial" w:cs="Arial"/>
          <w:lang w:val="sr-Cyrl-CS"/>
        </w:rPr>
        <w:t>, пре истека времена на које је именован</w:t>
      </w:r>
      <w:r>
        <w:rPr>
          <w:rFonts w:ascii="Arial" w:hAnsi="Arial" w:cs="Arial"/>
        </w:rPr>
        <w:t>.</w:t>
      </w:r>
    </w:p>
    <w:p w:rsidR="005955A0" w:rsidRDefault="005955A0" w:rsidP="00BC39D5">
      <w:pPr>
        <w:jc w:val="center"/>
        <w:rPr>
          <w:rFonts w:ascii="Arial" w:hAnsi="Arial" w:cs="Arial"/>
          <w:b/>
          <w:lang w:val="sr-Latn-CS"/>
        </w:rPr>
      </w:pPr>
    </w:p>
    <w:p w:rsidR="005955A0" w:rsidRDefault="005955A0" w:rsidP="00BC39D5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Latn-CS"/>
        </w:rPr>
        <w:t>II</w:t>
      </w:r>
    </w:p>
    <w:p w:rsidR="005955A0" w:rsidRPr="0013415B" w:rsidRDefault="005955A0" w:rsidP="00BC39D5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ab/>
      </w:r>
    </w:p>
    <w:p w:rsidR="005955A0" w:rsidRPr="0013415B" w:rsidRDefault="005955A0" w:rsidP="00BC39D5">
      <w:pPr>
        <w:rPr>
          <w:rFonts w:ascii="Arial" w:hAnsi="Arial" w:cs="Arial"/>
          <w:b/>
        </w:rPr>
      </w:pPr>
    </w:p>
    <w:p w:rsidR="005955A0" w:rsidRDefault="005955A0" w:rsidP="00BC39D5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  <w:t>Решење  ступа на снагу даном доношења.</w:t>
      </w:r>
    </w:p>
    <w:p w:rsidR="005955A0" w:rsidRDefault="005955A0" w:rsidP="00BC39D5">
      <w:pPr>
        <w:jc w:val="both"/>
        <w:rPr>
          <w:rFonts w:ascii="Arial" w:hAnsi="Arial" w:cs="Arial"/>
          <w:lang w:val="sr-Cyrl-CS"/>
        </w:rPr>
      </w:pPr>
    </w:p>
    <w:p w:rsidR="005955A0" w:rsidRPr="0013415B" w:rsidRDefault="005955A0" w:rsidP="00BC39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lang w:val="sr-Latn-CS"/>
        </w:rPr>
        <w:t>I</w:t>
      </w:r>
      <w:r>
        <w:rPr>
          <w:rFonts w:ascii="Arial" w:hAnsi="Arial" w:cs="Arial"/>
          <w:b/>
        </w:rPr>
        <w:t>II</w:t>
      </w:r>
    </w:p>
    <w:p w:rsidR="005955A0" w:rsidRPr="0013415B" w:rsidRDefault="005955A0" w:rsidP="00BC39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ab/>
        <w:t>Решење  објавити у „Службеном гласнику  града Врања</w:t>
      </w:r>
      <w:r>
        <w:rPr>
          <w:rFonts w:ascii="Arial" w:hAnsi="Arial" w:cs="Arial"/>
        </w:rPr>
        <w:t>.</w:t>
      </w:r>
    </w:p>
    <w:p w:rsidR="005955A0" w:rsidRDefault="005955A0" w:rsidP="00BC39D5">
      <w:pPr>
        <w:jc w:val="both"/>
        <w:rPr>
          <w:rFonts w:ascii="Arial" w:hAnsi="Arial" w:cs="Arial"/>
          <w:b/>
        </w:rPr>
      </w:pPr>
    </w:p>
    <w:p w:rsidR="005955A0" w:rsidRDefault="005955A0" w:rsidP="00BC39D5">
      <w:pPr>
        <w:jc w:val="both"/>
        <w:rPr>
          <w:rFonts w:ascii="Arial" w:hAnsi="Arial" w:cs="Arial"/>
          <w:b/>
        </w:rPr>
      </w:pPr>
    </w:p>
    <w:p w:rsidR="005955A0" w:rsidRDefault="005955A0" w:rsidP="00BC39D5">
      <w:pPr>
        <w:jc w:val="both"/>
        <w:rPr>
          <w:rFonts w:ascii="Arial" w:hAnsi="Arial" w:cs="Arial"/>
          <w:b/>
        </w:rPr>
      </w:pPr>
    </w:p>
    <w:p w:rsidR="005955A0" w:rsidRDefault="005955A0" w:rsidP="00BC39D5">
      <w:pPr>
        <w:jc w:val="both"/>
        <w:rPr>
          <w:rFonts w:ascii="Arial" w:hAnsi="Arial" w:cs="Arial"/>
          <w:b/>
        </w:rPr>
      </w:pPr>
    </w:p>
    <w:p w:rsidR="005955A0" w:rsidRPr="0013415B" w:rsidRDefault="005955A0" w:rsidP="00BC39D5">
      <w:pPr>
        <w:jc w:val="both"/>
        <w:rPr>
          <w:rFonts w:ascii="Arial" w:hAnsi="Arial" w:cs="Arial"/>
          <w:b/>
        </w:rPr>
      </w:pPr>
    </w:p>
    <w:p w:rsidR="005955A0" w:rsidRPr="0013415B" w:rsidRDefault="005955A0" w:rsidP="00BC39D5">
      <w:pPr>
        <w:tabs>
          <w:tab w:val="left" w:pos="5535"/>
        </w:tabs>
        <w:jc w:val="center"/>
        <w:rPr>
          <w:b/>
          <w:sz w:val="24"/>
          <w:szCs w:val="24"/>
        </w:rPr>
      </w:pPr>
      <w:r w:rsidRPr="0013415B">
        <w:rPr>
          <w:b/>
          <w:sz w:val="24"/>
          <w:szCs w:val="24"/>
        </w:rPr>
        <w:t>СКУПШТИНА ГРАДА ВРАЊА</w:t>
      </w:r>
    </w:p>
    <w:p w:rsidR="005955A0" w:rsidRPr="0013415B" w:rsidRDefault="005955A0" w:rsidP="00BC39D5">
      <w:pPr>
        <w:tabs>
          <w:tab w:val="left" w:pos="55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01.03.2018.године, бр.02-45/2018-10</w:t>
      </w:r>
    </w:p>
    <w:p w:rsidR="005955A0" w:rsidRPr="0013415B" w:rsidRDefault="005955A0" w:rsidP="00BC39D5">
      <w:pPr>
        <w:tabs>
          <w:tab w:val="left" w:pos="5535"/>
        </w:tabs>
        <w:jc w:val="center"/>
        <w:rPr>
          <w:b/>
          <w:sz w:val="24"/>
          <w:szCs w:val="24"/>
        </w:rPr>
      </w:pPr>
    </w:p>
    <w:p w:rsidR="005955A0" w:rsidRPr="0013415B" w:rsidRDefault="005955A0" w:rsidP="00BC39D5">
      <w:pPr>
        <w:tabs>
          <w:tab w:val="left" w:pos="55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</w:t>
      </w:r>
      <w:r w:rsidRPr="0013415B">
        <w:rPr>
          <w:b/>
          <w:sz w:val="24"/>
          <w:szCs w:val="24"/>
        </w:rPr>
        <w:t>ПРЕДСЕДНИК СКУПШТИНЕ ГРАДА</w:t>
      </w:r>
    </w:p>
    <w:p w:rsidR="005955A0" w:rsidRPr="0013415B" w:rsidRDefault="005955A0" w:rsidP="00BC39D5">
      <w:pPr>
        <w:tabs>
          <w:tab w:val="left" w:pos="55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</w:t>
      </w:r>
      <w:r w:rsidRPr="0013415B">
        <w:rPr>
          <w:b/>
          <w:sz w:val="24"/>
          <w:szCs w:val="24"/>
        </w:rPr>
        <w:t>Дејан Тричковић, спец.двм</w:t>
      </w:r>
    </w:p>
    <w:p w:rsidR="005955A0" w:rsidRPr="0013415B" w:rsidRDefault="005955A0" w:rsidP="00BC39D5">
      <w:pPr>
        <w:jc w:val="both"/>
        <w:rPr>
          <w:rFonts w:ascii="Arial" w:hAnsi="Arial" w:cs="Arial"/>
          <w:b/>
          <w:sz w:val="24"/>
          <w:szCs w:val="24"/>
        </w:rPr>
      </w:pPr>
    </w:p>
    <w:p w:rsidR="005955A0" w:rsidRDefault="005955A0" w:rsidP="00BC39D5">
      <w:pPr>
        <w:jc w:val="both"/>
        <w:rPr>
          <w:rFonts w:ascii="Arial" w:hAnsi="Arial" w:cs="Arial"/>
          <w:b/>
        </w:rPr>
      </w:pPr>
    </w:p>
    <w:p w:rsidR="005955A0" w:rsidRDefault="005955A0" w:rsidP="00405D77">
      <w:pPr>
        <w:jc w:val="both"/>
      </w:pPr>
    </w:p>
    <w:p w:rsidR="005955A0" w:rsidRDefault="005955A0" w:rsidP="00405D77">
      <w:pPr>
        <w:jc w:val="both"/>
      </w:pPr>
    </w:p>
    <w:p w:rsidR="005955A0" w:rsidRDefault="005955A0" w:rsidP="00405D77">
      <w:pPr>
        <w:jc w:val="both"/>
      </w:pPr>
    </w:p>
    <w:p w:rsidR="005955A0" w:rsidRDefault="005955A0" w:rsidP="00405D77">
      <w:pPr>
        <w:jc w:val="both"/>
      </w:pPr>
    </w:p>
    <w:p w:rsidR="005955A0" w:rsidRDefault="005955A0" w:rsidP="00405D77">
      <w:pPr>
        <w:jc w:val="both"/>
      </w:pPr>
    </w:p>
    <w:p w:rsidR="005955A0" w:rsidRDefault="005955A0" w:rsidP="00405D77">
      <w:pPr>
        <w:jc w:val="both"/>
      </w:pPr>
    </w:p>
    <w:p w:rsidR="005955A0" w:rsidRDefault="005955A0" w:rsidP="00405D77">
      <w:pPr>
        <w:jc w:val="both"/>
      </w:pPr>
    </w:p>
    <w:p w:rsidR="005955A0" w:rsidRDefault="005955A0" w:rsidP="00405D77">
      <w:pPr>
        <w:jc w:val="both"/>
      </w:pPr>
    </w:p>
    <w:p w:rsidR="005955A0" w:rsidRDefault="005955A0" w:rsidP="00405D77">
      <w:pPr>
        <w:jc w:val="both"/>
      </w:pPr>
    </w:p>
    <w:p w:rsidR="005955A0" w:rsidRDefault="005955A0" w:rsidP="00405D77">
      <w:pPr>
        <w:jc w:val="both"/>
      </w:pPr>
    </w:p>
    <w:p w:rsidR="005955A0" w:rsidRDefault="005955A0" w:rsidP="00BC39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На основу чл. 16.ст. 2, чл. 17.ст. 3, чл. 18.ст. 1, чл. 20 и чл. 21.ст. 1. Закона о јавним предузећима („Службени гласник РС“, број 15/16), чл. 28, чл. 29, чл. 30 и чл. 31. Одлуке о усклађивању пословања ЈП“ Завод за урбанизам“ Врање са Законом о јавним предузећима („Службени гласник РС“, број 27/16 и 35/16-исп.) и чл. 32.ст. 1. тач. 10) Статута града Врања („Службени гласник града Врања“, број 3/17-пречишћен текст и 8/17 и 27/17), Скупштина града Врања, на седници одржаној 01.03.2018.године, донела је</w:t>
      </w:r>
    </w:p>
    <w:p w:rsidR="005955A0" w:rsidRDefault="005955A0" w:rsidP="00BC39D5">
      <w:pPr>
        <w:rPr>
          <w:rFonts w:ascii="Arial" w:hAnsi="Arial" w:cs="Arial"/>
        </w:rPr>
      </w:pPr>
    </w:p>
    <w:p w:rsidR="005955A0" w:rsidRDefault="005955A0" w:rsidP="00BC39D5">
      <w:pPr>
        <w:rPr>
          <w:rFonts w:ascii="Arial" w:hAnsi="Arial" w:cs="Arial"/>
        </w:rPr>
      </w:pPr>
    </w:p>
    <w:p w:rsidR="005955A0" w:rsidRDefault="005955A0" w:rsidP="00BC39D5">
      <w:pPr>
        <w:jc w:val="center"/>
        <w:rPr>
          <w:rFonts w:ascii="Arial" w:hAnsi="Arial" w:cs="Arial"/>
          <w:b/>
        </w:rPr>
      </w:pPr>
    </w:p>
    <w:p w:rsidR="005955A0" w:rsidRPr="00AC6CCB" w:rsidRDefault="005955A0" w:rsidP="00BC39D5">
      <w:pPr>
        <w:jc w:val="center"/>
        <w:rPr>
          <w:rFonts w:ascii="Arial" w:hAnsi="Arial" w:cs="Arial"/>
          <w:b/>
        </w:rPr>
      </w:pPr>
    </w:p>
    <w:p w:rsidR="005955A0" w:rsidRDefault="005955A0" w:rsidP="00BC39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  Е  Ш  Е  Њ  Е</w:t>
      </w:r>
    </w:p>
    <w:p w:rsidR="005955A0" w:rsidRPr="00812060" w:rsidRDefault="005955A0" w:rsidP="00BC39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О ИЗМЕНИ РЕШЕЊА</w:t>
      </w:r>
    </w:p>
    <w:p w:rsidR="005955A0" w:rsidRDefault="005955A0" w:rsidP="00BC39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ИМЕНОВАЊУ ПРЕДСЕДНИКА И ЧЛАНОВА</w:t>
      </w:r>
    </w:p>
    <w:p w:rsidR="005955A0" w:rsidRDefault="005955A0" w:rsidP="00BC39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НАДЗОРНОГ ОДБОРА ЈАВНОГ  ПРЕДУЗЕЋА</w:t>
      </w:r>
    </w:p>
    <w:p w:rsidR="005955A0" w:rsidRPr="00997BAA" w:rsidRDefault="005955A0" w:rsidP="00BC39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„ЗАВОД ЗА УРБАНИЗАМ“ ВРАЊЕ</w:t>
      </w:r>
    </w:p>
    <w:p w:rsidR="005955A0" w:rsidRDefault="005955A0" w:rsidP="00BC39D5">
      <w:pPr>
        <w:rPr>
          <w:rFonts w:ascii="Arial" w:hAnsi="Arial" w:cs="Arial"/>
        </w:rPr>
      </w:pPr>
    </w:p>
    <w:p w:rsidR="005955A0" w:rsidRDefault="005955A0" w:rsidP="00BC39D5">
      <w:pPr>
        <w:rPr>
          <w:rFonts w:ascii="Arial" w:hAnsi="Arial" w:cs="Arial"/>
        </w:rPr>
      </w:pPr>
    </w:p>
    <w:p w:rsidR="005955A0" w:rsidRDefault="005955A0" w:rsidP="00BC39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</w:p>
    <w:p w:rsidR="005955A0" w:rsidRDefault="005955A0" w:rsidP="00BC39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955A0" w:rsidRPr="00BC39D5" w:rsidRDefault="005955A0" w:rsidP="00BC39D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  <w:t xml:space="preserve">ИМЕНУЈЕ СЕ </w:t>
      </w:r>
      <w:r>
        <w:rPr>
          <w:rFonts w:ascii="Arial" w:hAnsi="Arial" w:cs="Arial"/>
        </w:rPr>
        <w:t>Вене Здравковић, дипл.економиста из Врања, ул. Мостарска бр. 28  за члана надзорног одора ЈП “ Завод за урбанизам“ Врање из реда представника локалне самоуправе.</w:t>
      </w:r>
    </w:p>
    <w:p w:rsidR="005955A0" w:rsidRDefault="005955A0" w:rsidP="00BC39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</w:t>
      </w:r>
    </w:p>
    <w:p w:rsidR="005955A0" w:rsidRPr="0034213F" w:rsidRDefault="005955A0" w:rsidP="00BC39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Мандат члана надзорног одбора траје до истека мандата  чланова надзорног одбора ЈП „ Завод за урбанизам“ Врање, одређен решењем Скупштине града Врања бр.02-149/2017-10 од 19.07.2017.године.</w:t>
      </w:r>
    </w:p>
    <w:p w:rsidR="005955A0" w:rsidRDefault="005955A0" w:rsidP="00BC39D5">
      <w:pPr>
        <w:jc w:val="center"/>
        <w:rPr>
          <w:rFonts w:ascii="Arial" w:hAnsi="Arial" w:cs="Arial"/>
          <w:b/>
        </w:rPr>
      </w:pPr>
    </w:p>
    <w:p w:rsidR="005955A0" w:rsidRDefault="005955A0" w:rsidP="00BC39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</w:t>
      </w:r>
    </w:p>
    <w:p w:rsidR="005955A0" w:rsidRDefault="005955A0" w:rsidP="00BC39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Решење ступа на снагу даном доношења.</w:t>
      </w:r>
    </w:p>
    <w:p w:rsidR="005955A0" w:rsidRDefault="005955A0" w:rsidP="00BC39D5">
      <w:pPr>
        <w:jc w:val="center"/>
        <w:rPr>
          <w:rFonts w:ascii="Arial" w:hAnsi="Arial" w:cs="Arial"/>
          <w:b/>
        </w:rPr>
      </w:pPr>
    </w:p>
    <w:p w:rsidR="005955A0" w:rsidRDefault="005955A0" w:rsidP="00BC39D5">
      <w:pPr>
        <w:rPr>
          <w:rFonts w:ascii="Arial" w:hAnsi="Arial" w:cs="Arial"/>
          <w:b/>
        </w:rPr>
      </w:pPr>
    </w:p>
    <w:p w:rsidR="005955A0" w:rsidRDefault="005955A0" w:rsidP="00BC39D5">
      <w:pPr>
        <w:jc w:val="center"/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Latn-CS"/>
        </w:rPr>
        <w:t>IV</w:t>
      </w:r>
    </w:p>
    <w:p w:rsidR="005955A0" w:rsidRDefault="005955A0" w:rsidP="00BC39D5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  <w:t>Решење  објавити у „Службеном гласнику  града Врања“.</w:t>
      </w:r>
    </w:p>
    <w:p w:rsidR="005955A0" w:rsidRDefault="005955A0" w:rsidP="00BC39D5">
      <w:pPr>
        <w:jc w:val="center"/>
        <w:rPr>
          <w:rFonts w:ascii="Arial" w:hAnsi="Arial" w:cs="Arial"/>
          <w:lang w:val="sr-Cyrl-CS"/>
        </w:rPr>
      </w:pPr>
    </w:p>
    <w:p w:rsidR="005955A0" w:rsidRDefault="005955A0" w:rsidP="00BC39D5">
      <w:pPr>
        <w:jc w:val="center"/>
        <w:rPr>
          <w:rFonts w:ascii="Arial" w:hAnsi="Arial" w:cs="Arial"/>
          <w:lang w:val="sr-Cyrl-CS"/>
        </w:rPr>
      </w:pPr>
    </w:p>
    <w:p w:rsidR="005955A0" w:rsidRDefault="005955A0" w:rsidP="00BC39D5">
      <w:pPr>
        <w:jc w:val="center"/>
        <w:rPr>
          <w:rFonts w:ascii="Arial" w:hAnsi="Arial" w:cs="Arial"/>
          <w:lang w:val="sr-Cyrl-CS"/>
        </w:rPr>
      </w:pPr>
    </w:p>
    <w:p w:rsidR="005955A0" w:rsidRDefault="005955A0" w:rsidP="00BC39D5">
      <w:pPr>
        <w:rPr>
          <w:rFonts w:ascii="Arial" w:hAnsi="Arial" w:cs="Arial"/>
          <w:b/>
        </w:rPr>
      </w:pPr>
    </w:p>
    <w:p w:rsidR="005955A0" w:rsidRPr="00AC6CCB" w:rsidRDefault="005955A0" w:rsidP="00BC39D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CS"/>
        </w:rPr>
        <w:t xml:space="preserve">                                                   </w:t>
      </w:r>
    </w:p>
    <w:p w:rsidR="005955A0" w:rsidRPr="009970E1" w:rsidRDefault="005955A0" w:rsidP="00BC39D5">
      <w:pPr>
        <w:tabs>
          <w:tab w:val="left" w:pos="5535"/>
        </w:tabs>
        <w:jc w:val="center"/>
      </w:pPr>
      <w:r w:rsidRPr="009970E1">
        <w:rPr>
          <w:b/>
          <w:sz w:val="24"/>
          <w:szCs w:val="24"/>
        </w:rPr>
        <w:t>СКУПШТИНА ГРАДА ВРАЊА</w:t>
      </w:r>
    </w:p>
    <w:p w:rsidR="005955A0" w:rsidRPr="009970E1" w:rsidRDefault="005955A0" w:rsidP="00BC39D5">
      <w:pPr>
        <w:tabs>
          <w:tab w:val="left" w:pos="55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01.03.2018.године, бр.02-46/2018-10</w:t>
      </w:r>
    </w:p>
    <w:p w:rsidR="005955A0" w:rsidRPr="009970E1" w:rsidRDefault="005955A0" w:rsidP="00BC39D5">
      <w:pPr>
        <w:tabs>
          <w:tab w:val="left" w:pos="5535"/>
        </w:tabs>
        <w:jc w:val="center"/>
        <w:rPr>
          <w:b/>
          <w:sz w:val="24"/>
          <w:szCs w:val="24"/>
        </w:rPr>
      </w:pPr>
    </w:p>
    <w:p w:rsidR="005955A0" w:rsidRPr="009970E1" w:rsidRDefault="005955A0" w:rsidP="00BC39D5">
      <w:pPr>
        <w:tabs>
          <w:tab w:val="left" w:pos="55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</w:t>
      </w:r>
      <w:r w:rsidRPr="009970E1">
        <w:rPr>
          <w:b/>
          <w:sz w:val="24"/>
          <w:szCs w:val="24"/>
        </w:rPr>
        <w:t>ПРЕДСЕДНИК СКУПШТИНЕ ГРАДА</w:t>
      </w:r>
    </w:p>
    <w:p w:rsidR="005955A0" w:rsidRPr="009970E1" w:rsidRDefault="005955A0" w:rsidP="00BC39D5">
      <w:pPr>
        <w:tabs>
          <w:tab w:val="left" w:pos="55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</w:t>
      </w:r>
      <w:r w:rsidRPr="009970E1">
        <w:rPr>
          <w:b/>
          <w:sz w:val="24"/>
          <w:szCs w:val="24"/>
        </w:rPr>
        <w:t>Дејан Тричковић, спец.двм</w:t>
      </w:r>
    </w:p>
    <w:p w:rsidR="005955A0" w:rsidRPr="009970E1" w:rsidRDefault="005955A0" w:rsidP="00BC39D5">
      <w:pPr>
        <w:rPr>
          <w:rFonts w:ascii="Arial" w:hAnsi="Arial" w:cs="Arial"/>
          <w:sz w:val="24"/>
          <w:szCs w:val="24"/>
        </w:rPr>
      </w:pPr>
    </w:p>
    <w:p w:rsidR="005955A0" w:rsidRDefault="005955A0" w:rsidP="00405D77">
      <w:pPr>
        <w:jc w:val="both"/>
      </w:pPr>
    </w:p>
    <w:p w:rsidR="005955A0" w:rsidRPr="00BC39D5" w:rsidRDefault="005955A0" w:rsidP="00405D77">
      <w:pPr>
        <w:jc w:val="both"/>
      </w:pPr>
    </w:p>
    <w:sectPr w:rsidR="005955A0" w:rsidRPr="00BC39D5" w:rsidSect="00163799">
      <w:type w:val="continuous"/>
      <w:pgSz w:w="12240" w:h="15840" w:code="1"/>
      <w:pgMar w:top="1440" w:right="1440" w:bottom="1440" w:left="1440" w:header="720" w:footer="720" w:gutter="0"/>
      <w:cols w:space="18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5A0" w:rsidRDefault="005955A0" w:rsidP="00405D77">
      <w:r>
        <w:separator/>
      </w:r>
    </w:p>
  </w:endnote>
  <w:endnote w:type="continuationSeparator" w:id="0">
    <w:p w:rsidR="005955A0" w:rsidRDefault="005955A0" w:rsidP="00405D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5A0" w:rsidRDefault="005955A0" w:rsidP="00405D77">
      <w:r>
        <w:separator/>
      </w:r>
    </w:p>
  </w:footnote>
  <w:footnote w:type="continuationSeparator" w:id="0">
    <w:p w:rsidR="005955A0" w:rsidRDefault="005955A0" w:rsidP="00405D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86FEC"/>
    <w:multiLevelType w:val="hybridMultilevel"/>
    <w:tmpl w:val="CDA270C0"/>
    <w:lvl w:ilvl="0" w:tplc="2EFCDE6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BE8"/>
    <w:rsid w:val="00013537"/>
    <w:rsid w:val="000243FA"/>
    <w:rsid w:val="00024C61"/>
    <w:rsid w:val="000B63CE"/>
    <w:rsid w:val="000B67E1"/>
    <w:rsid w:val="0013415B"/>
    <w:rsid w:val="00163799"/>
    <w:rsid w:val="00190752"/>
    <w:rsid w:val="002449C2"/>
    <w:rsid w:val="0029298C"/>
    <w:rsid w:val="002B0FE8"/>
    <w:rsid w:val="0034213F"/>
    <w:rsid w:val="00375EC3"/>
    <w:rsid w:val="00396B5C"/>
    <w:rsid w:val="0040435B"/>
    <w:rsid w:val="00405D77"/>
    <w:rsid w:val="0045435C"/>
    <w:rsid w:val="0045768A"/>
    <w:rsid w:val="004806F9"/>
    <w:rsid w:val="0048515A"/>
    <w:rsid w:val="004C4D4F"/>
    <w:rsid w:val="00557592"/>
    <w:rsid w:val="005601CD"/>
    <w:rsid w:val="00564707"/>
    <w:rsid w:val="005727C7"/>
    <w:rsid w:val="005955A0"/>
    <w:rsid w:val="005A3BE8"/>
    <w:rsid w:val="005B6EE1"/>
    <w:rsid w:val="005F1B9C"/>
    <w:rsid w:val="006519C5"/>
    <w:rsid w:val="00655A60"/>
    <w:rsid w:val="00674E5E"/>
    <w:rsid w:val="0070203A"/>
    <w:rsid w:val="007528C7"/>
    <w:rsid w:val="00762C5E"/>
    <w:rsid w:val="007F2278"/>
    <w:rsid w:val="00812060"/>
    <w:rsid w:val="0081797A"/>
    <w:rsid w:val="00823B4F"/>
    <w:rsid w:val="00862CAB"/>
    <w:rsid w:val="00865169"/>
    <w:rsid w:val="00900FBE"/>
    <w:rsid w:val="0090470A"/>
    <w:rsid w:val="00942C71"/>
    <w:rsid w:val="0095659E"/>
    <w:rsid w:val="00957552"/>
    <w:rsid w:val="009970E1"/>
    <w:rsid w:val="00997BAA"/>
    <w:rsid w:val="009C73A4"/>
    <w:rsid w:val="00A16461"/>
    <w:rsid w:val="00A84542"/>
    <w:rsid w:val="00AC6CCB"/>
    <w:rsid w:val="00B501BB"/>
    <w:rsid w:val="00B62FC5"/>
    <w:rsid w:val="00BB70DD"/>
    <w:rsid w:val="00BC39D5"/>
    <w:rsid w:val="00BD612D"/>
    <w:rsid w:val="00C22DD8"/>
    <w:rsid w:val="00C23EE5"/>
    <w:rsid w:val="00D01C91"/>
    <w:rsid w:val="00D975FD"/>
    <w:rsid w:val="00DF77DE"/>
    <w:rsid w:val="00E111AD"/>
    <w:rsid w:val="00E34FFF"/>
    <w:rsid w:val="00E50EFE"/>
    <w:rsid w:val="00E648D7"/>
    <w:rsid w:val="00ED73F4"/>
    <w:rsid w:val="00EF3397"/>
    <w:rsid w:val="00F7185D"/>
    <w:rsid w:val="00FA73D1"/>
    <w:rsid w:val="00FD1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BE8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A3B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405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5D7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05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5D7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03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455</TotalTime>
  <Pages>4</Pages>
  <Words>769</Words>
  <Characters>4387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ljstojanovic</dc:creator>
  <cp:keywords/>
  <dc:description/>
  <cp:lastModifiedBy>sdjokovic</cp:lastModifiedBy>
  <cp:revision>20</cp:revision>
  <cp:lastPrinted>2018-02-27T07:11:00Z</cp:lastPrinted>
  <dcterms:created xsi:type="dcterms:W3CDTF">2017-06-19T08:57:00Z</dcterms:created>
  <dcterms:modified xsi:type="dcterms:W3CDTF">2018-03-07T08:56:00Z</dcterms:modified>
</cp:coreProperties>
</file>